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B02DE7C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6B328C">
        <w:rPr>
          <w:rStyle w:val="Strong"/>
          <w:rFonts w:asciiTheme="minorHAnsi" w:hAnsiTheme="minorHAnsi" w:cstheme="minorHAnsi"/>
          <w:lang w:val="en-GB"/>
        </w:rPr>
        <w:t>22-W002-24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6B46DB44" w14:textId="45951C9B" w:rsidR="000805E9" w:rsidRDefault="000805E9" w:rsidP="00C44890">
      <w:pPr>
        <w:rPr>
          <w:lang w:val="en-GB"/>
        </w:rPr>
      </w:pPr>
      <w:r>
        <w:rPr>
          <w:lang w:val="en-GB"/>
        </w:rPr>
        <w:t xml:space="preserve">The objective of this project is to provide more confortable space at the OB Ward. </w:t>
      </w:r>
    </w:p>
    <w:p w14:paraId="24A7EEAB" w14:textId="78D66F94" w:rsidR="00C44890" w:rsidRDefault="00AA5B5D" w:rsidP="00C44890">
      <w:pPr>
        <w:rPr>
          <w:lang w:val="en-GB"/>
        </w:rPr>
      </w:pPr>
      <w:r>
        <w:rPr>
          <w:lang w:val="en-GB"/>
        </w:rPr>
        <w:t>The</w:t>
      </w:r>
      <w:r w:rsidR="000946B6">
        <w:rPr>
          <w:lang w:val="en-GB"/>
        </w:rPr>
        <w:t xml:space="preserve"> TCH building old is now 30 years which include the OB Ward. Due to the high population and migration to South Tarawa, OB wards cannot meet the demand of </w:t>
      </w:r>
      <w:r w:rsidR="0087448F">
        <w:rPr>
          <w:lang w:val="en-GB"/>
        </w:rPr>
        <w:t>the pregnancy mot</w:t>
      </w:r>
      <w:r>
        <w:rPr>
          <w:lang w:val="en-GB"/>
        </w:rPr>
        <w:t>her due for</w:t>
      </w:r>
      <w:r w:rsidR="0087448F">
        <w:rPr>
          <w:lang w:val="en-GB"/>
        </w:rPr>
        <w:t xml:space="preserve"> delivery. </w:t>
      </w:r>
      <w:r w:rsidR="000946B6">
        <w:rPr>
          <w:lang w:val="en-GB"/>
        </w:rPr>
        <w:t xml:space="preserve">The existing building cannot accommodate </w:t>
      </w:r>
      <w:r w:rsidR="00751F23">
        <w:rPr>
          <w:lang w:val="en-GB"/>
        </w:rPr>
        <w:t>them noting that the number can be double or more.</w:t>
      </w:r>
      <w:r w:rsidR="0087448F">
        <w:rPr>
          <w:lang w:val="en-GB"/>
        </w:rPr>
        <w:t xml:space="preserve"> </w:t>
      </w:r>
      <w:r>
        <w:rPr>
          <w:lang w:val="en-GB"/>
        </w:rPr>
        <w:t>Currently t</w:t>
      </w:r>
      <w:r w:rsidR="0087448F">
        <w:rPr>
          <w:lang w:val="en-GB"/>
        </w:rPr>
        <w:t xml:space="preserve">he ministry is </w:t>
      </w:r>
      <w:r w:rsidR="008A712B">
        <w:rPr>
          <w:lang w:val="en-GB"/>
        </w:rPr>
        <w:t>install</w:t>
      </w:r>
      <w:r>
        <w:rPr>
          <w:lang w:val="en-GB"/>
        </w:rPr>
        <w:t>ing</w:t>
      </w:r>
      <w:r w:rsidR="008A712B">
        <w:rPr>
          <w:lang w:val="en-GB"/>
        </w:rPr>
        <w:t xml:space="preserve"> temporary tent to address this issue. However the condition of the tents is very poor noting that it very no</w:t>
      </w:r>
      <w:r w:rsidR="00751F23">
        <w:rPr>
          <w:lang w:val="en-GB"/>
        </w:rPr>
        <w:t>t during the day</w:t>
      </w:r>
      <w:r w:rsidR="000805E9">
        <w:rPr>
          <w:lang w:val="en-GB"/>
        </w:rPr>
        <w:t xml:space="preserve"> plus other related factors. </w:t>
      </w:r>
    </w:p>
    <w:p w14:paraId="4D502377" w14:textId="0F9BA1F1" w:rsidR="00751F23" w:rsidRDefault="008A712B" w:rsidP="00C44890">
      <w:pPr>
        <w:rPr>
          <w:lang w:val="en-GB"/>
        </w:rPr>
      </w:pPr>
      <w:r>
        <w:rPr>
          <w:lang w:val="en-GB"/>
        </w:rPr>
        <w:t>The implementation of this project should be commence la</w:t>
      </w:r>
      <w:r w:rsidR="00751F23">
        <w:rPr>
          <w:lang w:val="en-GB"/>
        </w:rPr>
        <w:t>st year but it been delay as the design and costing from the MISE just shared on 28</w:t>
      </w:r>
      <w:r w:rsidR="00751F23" w:rsidRPr="00751F23">
        <w:rPr>
          <w:vertAlign w:val="superscript"/>
          <w:lang w:val="en-GB"/>
        </w:rPr>
        <w:t>th</w:t>
      </w:r>
      <w:r w:rsidR="00751F23">
        <w:rPr>
          <w:lang w:val="en-GB"/>
        </w:rPr>
        <w:t xml:space="preserve"> of December, 2023. This is one of the top priorities of the ministry to complete the OB extension in the second quarter of this year.  </w:t>
      </w:r>
    </w:p>
    <w:p w14:paraId="779B6CC5" w14:textId="77777777" w:rsidR="00D14536" w:rsidRDefault="00D14536" w:rsidP="00D14536">
      <w:pPr>
        <w:rPr>
          <w:lang w:val="en-GB"/>
        </w:rPr>
      </w:pPr>
      <w:bookmarkStart w:id="5" w:name="_Toc312171709"/>
    </w:p>
    <w:p w14:paraId="000280F4" w14:textId="02AB1042" w:rsidR="00C44890" w:rsidRPr="00D14536" w:rsidRDefault="002A4740" w:rsidP="00D14536">
      <w:pPr>
        <w:rPr>
          <w:lang w:val="en-GB"/>
        </w:rPr>
      </w:pPr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63B9B8A8" w14:textId="22CEBA87" w:rsidR="002A4740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 xml:space="preserve">Certificate of accreditation </w:t>
      </w:r>
    </w:p>
    <w:p w14:paraId="6FD6A502" w14:textId="6F3BE51A" w:rsidR="00413404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>Business licenses and registration</w:t>
      </w:r>
    </w:p>
    <w:p w14:paraId="61C61ACB" w14:textId="18BE4E46" w:rsidR="00413404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>Experience of related work</w:t>
      </w:r>
    </w:p>
    <w:p w14:paraId="57CD92E5" w14:textId="1681F054" w:rsidR="00413404" w:rsidRPr="0015511A" w:rsidRDefault="00D14536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Project Gan</w:t>
      </w:r>
      <w:bookmarkStart w:id="7" w:name="_GoBack"/>
      <w:bookmarkEnd w:id="7"/>
      <w:r>
        <w:rPr>
          <w:sz w:val="24"/>
          <w:szCs w:val="24"/>
          <w:lang w:val="en-GB"/>
        </w:rPr>
        <w:t>tt Chart</w:t>
      </w:r>
    </w:p>
    <w:p w14:paraId="71E4A294" w14:textId="1E178CE6" w:rsidR="00413404" w:rsidRPr="0015511A" w:rsidRDefault="00413404" w:rsidP="00413404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15511A">
        <w:rPr>
          <w:sz w:val="24"/>
          <w:szCs w:val="24"/>
          <w:lang w:val="en-GB"/>
        </w:rPr>
        <w:t>Proposed Drawing &amp; Costing of OB Extension</w:t>
      </w:r>
    </w:p>
    <w:p w14:paraId="0885218F" w14:textId="2BE46F6E" w:rsidR="00413404" w:rsidRPr="00D14536" w:rsidRDefault="00413404" w:rsidP="00D14536">
      <w:pPr>
        <w:ind w:left="360"/>
        <w:rPr>
          <w:lang w:val="en-GB"/>
        </w:rPr>
      </w:pPr>
    </w:p>
    <w:p w14:paraId="65A62D34" w14:textId="4B8B85B1" w:rsidR="00C44890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0DC95129" w14:textId="0884A3B7" w:rsidR="00312E92" w:rsidRPr="00312E92" w:rsidRDefault="00312E92" w:rsidP="00312E92">
      <w:pPr>
        <w:rPr>
          <w:lang w:val="en-GB"/>
        </w:rPr>
      </w:pPr>
      <w:r>
        <w:rPr>
          <w:lang w:val="en-GB"/>
        </w:rPr>
        <w:t xml:space="preserve">Health Related Construction Building and Design.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1FAB4B7A" w14:textId="4A9F6629" w:rsidR="00C44890" w:rsidRPr="00B0535A" w:rsidRDefault="00C44890" w:rsidP="00C44890">
      <w:pPr>
        <w:rPr>
          <w:lang w:val="en-GB"/>
        </w:rPr>
      </w:pPr>
      <w:r w:rsidRPr="00B0535A">
        <w:rPr>
          <w:highlight w:val="yellow"/>
          <w:lang w:val="en-GB"/>
        </w:rPr>
        <w:t xml:space="preserve">&lt;insert requested </w:t>
      </w:r>
      <w:r w:rsidR="00272E3F" w:rsidRPr="00B0535A">
        <w:rPr>
          <w:highlight w:val="yellow"/>
          <w:lang w:val="en-GB"/>
        </w:rPr>
        <w:t xml:space="preserve">project &amp; </w:t>
      </w:r>
      <w:r w:rsidRPr="00B0535A">
        <w:rPr>
          <w:highlight w:val="yellow"/>
          <w:lang w:val="en-GB"/>
        </w:rPr>
        <w:t>delivery time</w:t>
      </w:r>
      <w:r w:rsidR="00362FE8">
        <w:rPr>
          <w:highlight w:val="yellow"/>
          <w:lang w:val="en-GB"/>
        </w:rPr>
        <w:t>(s)</w:t>
      </w:r>
      <w:r w:rsidR="00772E21" w:rsidRPr="00B0535A">
        <w:rPr>
          <w:highlight w:val="yellow"/>
          <w:lang w:val="en-GB"/>
        </w:rPr>
        <w:t>, if general, otherwise in the table below</w:t>
      </w:r>
      <w:r w:rsidRPr="00B0535A">
        <w:rPr>
          <w:highlight w:val="yellow"/>
          <w:lang w:val="en-GB"/>
        </w:rPr>
        <w:t>&gt;</w:t>
      </w:r>
    </w:p>
    <w:bookmarkEnd w:id="4"/>
    <w:bookmarkEnd w:id="5"/>
    <w:p w14:paraId="20A8B5A3" w14:textId="77777777" w:rsidR="00D14536" w:rsidRDefault="00D14536" w:rsidP="00C44890">
      <w:pPr>
        <w:pStyle w:val="Heading2"/>
      </w:pPr>
    </w:p>
    <w:p w14:paraId="034CE032" w14:textId="77777777" w:rsidR="00D14536" w:rsidRDefault="00D14536" w:rsidP="00C44890">
      <w:pPr>
        <w:pStyle w:val="Heading2"/>
      </w:pPr>
    </w:p>
    <w:p w14:paraId="6A602809" w14:textId="77777777" w:rsidR="00D14536" w:rsidRDefault="00D14536" w:rsidP="00C44890">
      <w:pPr>
        <w:pStyle w:val="Heading2"/>
      </w:pPr>
    </w:p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E6F5" w14:textId="77777777" w:rsidR="00A84DA9" w:rsidRDefault="00A84DA9">
      <w:r>
        <w:separator/>
      </w:r>
    </w:p>
  </w:endnote>
  <w:endnote w:type="continuationSeparator" w:id="0">
    <w:p w14:paraId="7DB228EE" w14:textId="77777777" w:rsidR="00A84DA9" w:rsidRDefault="00A84DA9">
      <w:r>
        <w:continuationSeparator/>
      </w:r>
    </w:p>
  </w:endnote>
  <w:endnote w:type="continuationNotice" w:id="1">
    <w:p w14:paraId="44A79F05" w14:textId="77777777" w:rsidR="00A84DA9" w:rsidRDefault="00A84D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14536" w:rsidRPr="00D14536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14536" w:rsidRPr="00D14536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2525ABF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B328C">
      <w:rPr>
        <w:noProof/>
      </w:rPr>
      <w:t>2024-02-01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04122" w14:textId="77777777" w:rsidR="00A84DA9" w:rsidRDefault="00A84DA9">
      <w:r>
        <w:separator/>
      </w:r>
    </w:p>
  </w:footnote>
  <w:footnote w:type="continuationSeparator" w:id="0">
    <w:p w14:paraId="705326B4" w14:textId="77777777" w:rsidR="00A84DA9" w:rsidRDefault="00A84DA9">
      <w:r>
        <w:continuationSeparator/>
      </w:r>
    </w:p>
  </w:footnote>
  <w:footnote w:type="continuationNotice" w:id="1">
    <w:p w14:paraId="53F07B3E" w14:textId="77777777" w:rsidR="00A84DA9" w:rsidRDefault="00A84D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3755" w14:textId="37F138AA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6B328C">
      <w:rPr>
        <w:rStyle w:val="Strong"/>
        <w:rFonts w:asciiTheme="minorHAnsi" w:hAnsiTheme="minorHAnsi" w:cstheme="minorHAnsi"/>
        <w:lang w:val="en-GB"/>
      </w:rPr>
      <w:t>22-W002-24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36E23568"/>
    <w:multiLevelType w:val="hybridMultilevel"/>
    <w:tmpl w:val="27A8B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218D8"/>
    <w:multiLevelType w:val="hybridMultilevel"/>
    <w:tmpl w:val="9D1E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0"/>
  </w:num>
  <w:num w:numId="10">
    <w:abstractNumId w:val="12"/>
  </w:num>
  <w:num w:numId="11">
    <w:abstractNumId w:val="3"/>
  </w:num>
  <w:num w:numId="12">
    <w:abstractNumId w:val="10"/>
  </w:num>
  <w:num w:numId="13">
    <w:abstractNumId w:val="14"/>
  </w:num>
  <w:num w:numId="14">
    <w:abstractNumId w:val="5"/>
  </w:num>
  <w:num w:numId="15">
    <w:abstractNumId w:val="9"/>
  </w:num>
  <w:num w:numId="16">
    <w:abstractNumId w:val="4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05E9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46B6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11A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3733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2E9C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2E92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3404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0DF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13B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28C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F23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48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12B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DA9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B5D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536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49D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5F4D06E5-4E11-46C3-B9D7-0CF8528D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921C0-7D30-49AC-97E5-0C83FD39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92</TotalTime>
  <Pages>5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1942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7</cp:revision>
  <cp:lastPrinted>2013-10-18T08:32:00Z</cp:lastPrinted>
  <dcterms:created xsi:type="dcterms:W3CDTF">2020-07-06T13:10:00Z</dcterms:created>
  <dcterms:modified xsi:type="dcterms:W3CDTF">2024-01-31T23:34:00Z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